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32AAE" w14:textId="77777777" w:rsidR="000C6049" w:rsidRPr="000C6049" w:rsidRDefault="000C6049" w:rsidP="000C6049">
      <w:pPr>
        <w:pStyle w:val="Zhlav"/>
        <w:tabs>
          <w:tab w:val="clear" w:pos="4536"/>
          <w:tab w:val="clear" w:pos="9072"/>
        </w:tabs>
        <w:spacing w:before="40" w:after="40"/>
        <w:rPr>
          <w:rFonts w:ascii="Arial" w:hAnsi="Arial" w:cs="Arial"/>
          <w:b/>
          <w:bCs/>
          <w:caps/>
        </w:rPr>
      </w:pPr>
      <w:bookmarkStart w:id="0" w:name="_Hlk69845500"/>
      <w:r w:rsidRPr="000C6049">
        <w:rPr>
          <w:rFonts w:ascii="Arial" w:hAnsi="Arial" w:cs="Arial"/>
          <w:b/>
          <w:bCs/>
          <w:caps/>
        </w:rPr>
        <w:t>Čestné prohlášení žadatele o podporu de minimis dle nařízení č. 1407/2013, na jehož základě níže specifikovaný subjekt žádá o přidělení podpory de minimis</w:t>
      </w:r>
      <w:bookmarkEnd w:id="0"/>
      <w:r w:rsidRPr="000C6049">
        <w:rPr>
          <w:rFonts w:ascii="Arial" w:hAnsi="Arial" w:cs="Arial"/>
          <w:b/>
          <w:bCs/>
          <w:caps/>
        </w:rPr>
        <w:t>.</w:t>
      </w:r>
    </w:p>
    <w:p w14:paraId="330931AC" w14:textId="77777777" w:rsidR="000C6049" w:rsidRPr="000C6049" w:rsidRDefault="000C6049" w:rsidP="000C6049">
      <w:pPr>
        <w:pStyle w:val="Zhlav"/>
        <w:tabs>
          <w:tab w:val="clear" w:pos="4536"/>
          <w:tab w:val="clear" w:pos="9072"/>
        </w:tabs>
        <w:spacing w:before="40" w:after="40"/>
        <w:rPr>
          <w:rFonts w:ascii="Arial" w:hAnsi="Arial" w:cs="Arial"/>
          <w:b/>
          <w:bCs/>
          <w:caps/>
        </w:rPr>
      </w:pPr>
    </w:p>
    <w:p w14:paraId="02C372DF" w14:textId="77777777" w:rsidR="000C6049" w:rsidRPr="000C6049" w:rsidRDefault="000C6049" w:rsidP="000C6049">
      <w:pPr>
        <w:numPr>
          <w:ilvl w:val="0"/>
          <w:numId w:val="2"/>
        </w:numPr>
        <w:spacing w:after="120"/>
        <w:ind w:left="357" w:hanging="357"/>
        <w:rPr>
          <w:rFonts w:ascii="Arial" w:hAnsi="Arial" w:cs="Arial"/>
          <w:szCs w:val="32"/>
        </w:rPr>
      </w:pPr>
      <w:r w:rsidRPr="000C6049">
        <w:rPr>
          <w:rFonts w:ascii="Arial" w:hAnsi="Arial" w:cs="Arial"/>
          <w:b/>
          <w:szCs w:val="32"/>
        </w:rPr>
        <w:t>Identifikace žadatele</w:t>
      </w:r>
      <w:r w:rsidRPr="000C6049">
        <w:rPr>
          <w:rFonts w:ascii="Arial" w:hAnsi="Arial" w:cs="Arial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0C6049" w:rsidRPr="000C6049" w14:paraId="325EDF08" w14:textId="77777777" w:rsidTr="00873FB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ADAE11" w14:textId="2C07B26C" w:rsidR="000C6049" w:rsidRPr="000C6049" w:rsidRDefault="00957869" w:rsidP="00873FBA">
            <w:pPr>
              <w:pStyle w:val="Tabulkatext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Dotační řízení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FB725A" w14:textId="2771F09A" w:rsidR="000C6049" w:rsidRPr="00811D48" w:rsidRDefault="00957869" w:rsidP="00873FBA">
            <w:pPr>
              <w:pStyle w:val="Tabulkatext13"/>
              <w:rPr>
                <w:rFonts w:ascii="Arial" w:hAnsi="Arial" w:cs="Arial"/>
              </w:rPr>
            </w:pPr>
            <w:r w:rsidRPr="00811D48">
              <w:rPr>
                <w:rFonts w:ascii="Arial" w:hAnsi="Arial" w:cs="Arial"/>
                <w:b/>
                <w:szCs w:val="24"/>
              </w:rPr>
              <w:t>MIMOŘÁDNÉ DOTAČNÍHO ŘÍZENÍ MPSV PRO POSKYTOVATELE SLUŽBY PÉČE O DÍTĚ V DĚTSKÉ SKUPINĚ PRO ROK 2021</w:t>
            </w:r>
          </w:p>
        </w:tc>
      </w:tr>
      <w:tr w:rsidR="000C6049" w:rsidRPr="000C6049" w14:paraId="103D5CBC" w14:textId="77777777" w:rsidTr="00873FB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9F04F4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DF6A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7A593498" w14:textId="77777777" w:rsidTr="00873FB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1B64F3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FC9126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281253E0" w14:textId="77777777" w:rsidTr="00873FB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43AA99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IČ</w:t>
            </w:r>
            <w:r w:rsidRPr="000C6049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F48153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6C74EBCC" w14:textId="77777777" w:rsidTr="00873FB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882A1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Jméno a příjmení prohlašující osoby</w:t>
            </w:r>
            <w:r w:rsidRPr="000C6049">
              <w:rPr>
                <w:rFonts w:ascii="Arial" w:hAnsi="Arial" w:cs="Arial"/>
                <w:vertAlign w:val="superscript"/>
              </w:rPr>
              <w:footnoteReference w:id="2"/>
            </w:r>
            <w:r w:rsidRPr="000C6049">
              <w:rPr>
                <w:rFonts w:ascii="Arial" w:hAnsi="Arial" w:cs="Arial"/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8348D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0D975963" w14:textId="77777777" w:rsidTr="00873FB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86E47F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Zamýšlená částka poskytnuté podpory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F8D1D9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024CDF7E" w14:textId="77777777" w:rsidR="000C6049" w:rsidRPr="000C6049" w:rsidRDefault="000C6049" w:rsidP="000C6049">
      <w:pPr>
        <w:rPr>
          <w:rFonts w:ascii="Arial" w:hAnsi="Arial" w:cs="Arial"/>
          <w:b/>
        </w:rPr>
      </w:pPr>
    </w:p>
    <w:p w14:paraId="5A26A4E9" w14:textId="77777777" w:rsidR="000C6049" w:rsidRPr="000C6049" w:rsidRDefault="000C6049" w:rsidP="000C6049">
      <w:pPr>
        <w:numPr>
          <w:ilvl w:val="0"/>
          <w:numId w:val="2"/>
        </w:numPr>
        <w:spacing w:after="120"/>
        <w:ind w:left="357" w:hanging="357"/>
        <w:rPr>
          <w:rFonts w:ascii="Arial" w:hAnsi="Arial" w:cs="Arial"/>
          <w:szCs w:val="32"/>
        </w:rPr>
      </w:pPr>
      <w:r w:rsidRPr="000C6049">
        <w:rPr>
          <w:rFonts w:ascii="Arial" w:hAnsi="Arial" w:cs="Arial"/>
          <w:b/>
          <w:szCs w:val="32"/>
        </w:rPr>
        <w:t>Poslední dvě uzavřená a aktuální účetní období</w:t>
      </w:r>
      <w:r w:rsidRPr="000C6049">
        <w:rPr>
          <w:rFonts w:ascii="Arial" w:hAnsi="Arial" w:cs="Arial"/>
          <w:szCs w:val="32"/>
        </w:rPr>
        <w:t xml:space="preserve">, jež žadatel o podporu de minimis použil / používá pro daňové účely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8582"/>
      </w:tblGrid>
      <w:tr w:rsidR="000C6049" w:rsidRPr="000C6049" w14:paraId="6D739F6A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916B12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0C555A6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  <w:u w:val="single"/>
              </w:rPr>
              <w:t>Jsou</w:t>
            </w:r>
            <w:r w:rsidRPr="000C6049">
              <w:rPr>
                <w:rFonts w:ascii="Arial" w:hAnsi="Arial" w:cs="Arial"/>
              </w:rPr>
              <w:t xml:space="preserve"> všechna shodná s kalendářními roky (tedy vždy 1. 1. – 31. 12. příslušného roku)*</w:t>
            </w:r>
          </w:p>
        </w:tc>
      </w:tr>
      <w:tr w:rsidR="000C6049" w:rsidRPr="000C6049" w14:paraId="2223E6C1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B784BF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66C41C5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  <w:u w:val="single"/>
              </w:rPr>
              <w:t>Nejsou</w:t>
            </w:r>
            <w:r w:rsidRPr="000C6049">
              <w:rPr>
                <w:rFonts w:ascii="Arial" w:hAnsi="Arial" w:cs="Arial"/>
              </w:rPr>
              <w:t xml:space="preserve"> shodná s kalendářními roky a jsou následující:*</w:t>
            </w:r>
          </w:p>
        </w:tc>
      </w:tr>
    </w:tbl>
    <w:p w14:paraId="565838D4" w14:textId="77777777" w:rsidR="000C6049" w:rsidRPr="000C6049" w:rsidRDefault="000C6049" w:rsidP="000C6049">
      <w:pPr>
        <w:ind w:firstLine="426"/>
        <w:rPr>
          <w:rFonts w:ascii="Arial" w:hAnsi="Arial" w:cs="Arial"/>
          <w:i/>
          <w:sz w:val="24"/>
          <w:szCs w:val="24"/>
        </w:rPr>
      </w:pPr>
      <w:r w:rsidRPr="000C6049">
        <w:rPr>
          <w:rFonts w:ascii="Arial" w:hAnsi="Arial" w:cs="Arial"/>
          <w:i/>
          <w:sz w:val="24"/>
          <w:szCs w:val="24"/>
        </w:rPr>
        <w:t xml:space="preserve">* </w:t>
      </w:r>
      <w:r w:rsidRPr="000C6049">
        <w:rPr>
          <w:rFonts w:ascii="Arial" w:hAnsi="Arial" w:cs="Arial"/>
          <w:i/>
          <w:sz w:val="20"/>
          <w:szCs w:val="20"/>
        </w:rPr>
        <w:t>označte křížkem jednu z možností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392"/>
        <w:gridCol w:w="2710"/>
      </w:tblGrid>
      <w:tr w:rsidR="000C6049" w:rsidRPr="000C6049" w14:paraId="21477954" w14:textId="77777777" w:rsidTr="00873FBA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8F822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A3DF0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Od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B015F6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Do</w:t>
            </w:r>
          </w:p>
        </w:tc>
      </w:tr>
      <w:tr w:rsidR="000C6049" w:rsidRPr="000C6049" w14:paraId="0E30CE45" w14:textId="77777777" w:rsidTr="00873FBA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0641D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</w:rPr>
            </w:pPr>
            <w:r w:rsidRPr="000C6049">
              <w:rPr>
                <w:rFonts w:ascii="Arial" w:hAnsi="Arial" w:cs="Arial"/>
                <w:bCs/>
              </w:rPr>
              <w:t>Aktuální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18A30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3402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  <w:color w:val="FFFFFF"/>
              </w:rPr>
            </w:pPr>
          </w:p>
        </w:tc>
      </w:tr>
      <w:tr w:rsidR="000C6049" w:rsidRPr="000C6049" w14:paraId="7F3770C8" w14:textId="77777777" w:rsidTr="00873FBA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65E61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</w:rPr>
            </w:pPr>
            <w:r w:rsidRPr="000C6049">
              <w:rPr>
                <w:rFonts w:ascii="Arial" w:hAnsi="Arial" w:cs="Arial"/>
                <w:bCs/>
              </w:rPr>
              <w:t>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38BC99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A814EC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  <w:color w:val="FFFFFF"/>
              </w:rPr>
            </w:pPr>
          </w:p>
        </w:tc>
      </w:tr>
      <w:tr w:rsidR="000C6049" w:rsidRPr="000C6049" w14:paraId="754C055A" w14:textId="77777777" w:rsidTr="00873FBA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EE9AB3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</w:rPr>
            </w:pPr>
            <w:r w:rsidRPr="000C6049">
              <w:rPr>
                <w:rFonts w:ascii="Arial" w:hAnsi="Arial" w:cs="Arial"/>
                <w:bCs/>
              </w:rPr>
              <w:t>Předminulé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B18A3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0F2005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bCs/>
                <w:color w:val="FFFFFF"/>
              </w:rPr>
            </w:pPr>
          </w:p>
        </w:tc>
      </w:tr>
    </w:tbl>
    <w:p w14:paraId="00764DFA" w14:textId="77777777" w:rsidR="000C6049" w:rsidRPr="000C6049" w:rsidRDefault="000C6049" w:rsidP="000C6049">
      <w:pPr>
        <w:rPr>
          <w:rFonts w:ascii="Arial" w:hAnsi="Arial" w:cs="Arial"/>
          <w:b/>
        </w:rPr>
      </w:pPr>
    </w:p>
    <w:p w14:paraId="559A2219" w14:textId="77777777" w:rsidR="000C6049" w:rsidRPr="000C6049" w:rsidRDefault="000C6049" w:rsidP="000C6049">
      <w:pPr>
        <w:numPr>
          <w:ilvl w:val="0"/>
          <w:numId w:val="2"/>
        </w:numPr>
        <w:spacing w:after="120"/>
        <w:ind w:left="357" w:hanging="357"/>
        <w:rPr>
          <w:rFonts w:ascii="Arial" w:hAnsi="Arial" w:cs="Arial"/>
          <w:szCs w:val="32"/>
        </w:rPr>
      </w:pPr>
      <w:r w:rsidRPr="000C6049">
        <w:rPr>
          <w:rFonts w:ascii="Arial" w:hAnsi="Arial" w:cs="Arial"/>
          <w:b/>
          <w:szCs w:val="32"/>
        </w:rPr>
        <w:t>Podniky</w:t>
      </w:r>
      <w:r w:rsidRPr="000C6049">
        <w:rPr>
          <w:rStyle w:val="Znakapoznpodarou"/>
          <w:rFonts w:ascii="Arial" w:eastAsiaTheme="majorEastAsia" w:hAnsi="Arial" w:cs="Arial"/>
          <w:b/>
        </w:rPr>
        <w:footnoteReference w:id="3"/>
      </w:r>
      <w:r w:rsidRPr="000C6049">
        <w:rPr>
          <w:rFonts w:ascii="Arial" w:hAnsi="Arial" w:cs="Arial"/>
          <w:b/>
          <w:szCs w:val="32"/>
        </w:rPr>
        <w:t xml:space="preserve"> propojené se žadatelem</w:t>
      </w:r>
      <w:r w:rsidRPr="000C6049">
        <w:rPr>
          <w:rFonts w:ascii="Arial" w:hAnsi="Arial" w:cs="Arial"/>
          <w:szCs w:val="32"/>
        </w:rPr>
        <w:t xml:space="preserve"> o podporu de minimis ve smyslu definice jednoho podniku:</w:t>
      </w:r>
    </w:p>
    <w:p w14:paraId="151AEE5B" w14:textId="77777777" w:rsidR="000C6049" w:rsidRPr="000C6049" w:rsidRDefault="000C6049" w:rsidP="000C6049">
      <w:pPr>
        <w:rPr>
          <w:rFonts w:ascii="Arial" w:hAnsi="Arial" w:cs="Arial"/>
        </w:rPr>
      </w:pPr>
      <w:r w:rsidRPr="000C6049">
        <w:rPr>
          <w:rFonts w:ascii="Arial" w:hAnsi="Arial" w:cs="Arial"/>
        </w:rPr>
        <w:t>Žadatel o podporu de minimis se považuje za propojený s jinými podniky, pokud tyto subjekty mezi sebou mají některý z následujících vztahů:</w:t>
      </w:r>
    </w:p>
    <w:p w14:paraId="4536CCC2" w14:textId="77777777" w:rsidR="000C6049" w:rsidRPr="000C6049" w:rsidRDefault="000C6049" w:rsidP="000C6049">
      <w:pPr>
        <w:pStyle w:val="slovn211"/>
        <w:numPr>
          <w:ilvl w:val="0"/>
          <w:numId w:val="3"/>
        </w:numPr>
        <w:rPr>
          <w:rFonts w:ascii="Arial" w:hAnsi="Arial" w:cs="Arial"/>
        </w:rPr>
      </w:pPr>
      <w:r w:rsidRPr="000C6049">
        <w:rPr>
          <w:rFonts w:ascii="Arial" w:hAnsi="Arial" w:cs="Arial"/>
        </w:rPr>
        <w:t>jeden subjekt vlastní více než 50 % hlasovacích práv, která náležejí akcionářům nebo společníkům, v jiném subjektu;</w:t>
      </w:r>
    </w:p>
    <w:p w14:paraId="625A150D" w14:textId="77777777" w:rsidR="000C6049" w:rsidRPr="000C6049" w:rsidRDefault="000C6049" w:rsidP="000C6049">
      <w:pPr>
        <w:pStyle w:val="slovn211"/>
        <w:numPr>
          <w:ilvl w:val="0"/>
          <w:numId w:val="3"/>
        </w:numPr>
        <w:rPr>
          <w:rFonts w:ascii="Arial" w:hAnsi="Arial" w:cs="Arial"/>
        </w:rPr>
      </w:pPr>
      <w:r w:rsidRPr="000C6049">
        <w:rPr>
          <w:rFonts w:ascii="Arial" w:hAnsi="Arial" w:cs="Arial"/>
        </w:rPr>
        <w:t>jeden subjekt má právo jmenovat nebo odvolat více než 50 % členů správního, řídícího nebo dozorčího orgánu jiného subjektu;</w:t>
      </w:r>
    </w:p>
    <w:p w14:paraId="34E6871D" w14:textId="77777777" w:rsidR="000C6049" w:rsidRPr="000C6049" w:rsidRDefault="000C6049" w:rsidP="000C6049">
      <w:pPr>
        <w:pStyle w:val="slovn211"/>
        <w:numPr>
          <w:ilvl w:val="0"/>
          <w:numId w:val="3"/>
        </w:numPr>
        <w:rPr>
          <w:rFonts w:ascii="Arial" w:hAnsi="Arial" w:cs="Arial"/>
        </w:rPr>
      </w:pPr>
      <w:r w:rsidRPr="000C6049">
        <w:rPr>
          <w:rFonts w:ascii="Arial" w:hAnsi="Arial" w:cs="Arial"/>
        </w:rPr>
        <w:lastRenderedPageBreak/>
        <w:t>jeden subjekt má právo uplatňovat více než 50% vliv v jiném subjektu podle smlouvy uzavřené s daným subjektem nebo dle ustanovení v zakladatelské smlouvě nebo ve stanovách tohoto subjektu;</w:t>
      </w:r>
    </w:p>
    <w:p w14:paraId="0ADA32E3" w14:textId="77777777" w:rsidR="000C6049" w:rsidRPr="000C6049" w:rsidRDefault="000C6049" w:rsidP="000C6049">
      <w:pPr>
        <w:pStyle w:val="slovn211"/>
        <w:numPr>
          <w:ilvl w:val="0"/>
          <w:numId w:val="3"/>
        </w:numPr>
        <w:rPr>
          <w:rFonts w:ascii="Arial" w:hAnsi="Arial" w:cs="Arial"/>
        </w:rPr>
      </w:pPr>
      <w:r w:rsidRPr="000C6049">
        <w:rPr>
          <w:rFonts w:ascii="Arial" w:hAnsi="Arial" w:cs="Arial"/>
        </w:rPr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6FDEEFA6" w14:textId="77777777" w:rsidR="000C6049" w:rsidRPr="000C6049" w:rsidRDefault="000C6049" w:rsidP="000C6049">
      <w:pPr>
        <w:rPr>
          <w:rFonts w:ascii="Arial" w:hAnsi="Arial" w:cs="Arial"/>
        </w:rPr>
      </w:pPr>
      <w:r w:rsidRPr="000C6049">
        <w:rPr>
          <w:rFonts w:ascii="Arial" w:hAnsi="Arial" w:cs="Arial"/>
        </w:rPr>
        <w:t xml:space="preserve">Subjekty, které mají s žadatelem o podporu de minimis jakýkoli vztah uvedený pod písm. a) až d) </w:t>
      </w:r>
      <w:r w:rsidRPr="000C6049">
        <w:rPr>
          <w:rFonts w:ascii="Arial" w:hAnsi="Arial" w:cs="Arial"/>
          <w:u w:val="single"/>
        </w:rPr>
        <w:t>prostřednictvím jednoho nebo více dalších subjektů</w:t>
      </w:r>
      <w:r w:rsidRPr="000C6049">
        <w:rPr>
          <w:rFonts w:ascii="Arial" w:hAnsi="Arial" w:cs="Arial"/>
        </w:rPr>
        <w:t>, se také považují za podnik propojený s žadatelem o podporu de minimis.</w:t>
      </w:r>
    </w:p>
    <w:p w14:paraId="569CB48E" w14:textId="77777777" w:rsidR="000C6049" w:rsidRPr="000C6049" w:rsidRDefault="000C6049" w:rsidP="000C6049">
      <w:pPr>
        <w:rPr>
          <w:rFonts w:ascii="Arial" w:hAnsi="Arial" w:cs="Arial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C6049" w:rsidRPr="000C6049" w14:paraId="1C1319DF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C79229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73F224A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 xml:space="preserve">Žadatel o podporu de minimis prohlašuje, že </w:t>
            </w:r>
            <w:r w:rsidRPr="000C6049">
              <w:rPr>
                <w:rFonts w:ascii="Arial" w:hAnsi="Arial" w:cs="Arial"/>
                <w:u w:val="single"/>
              </w:rPr>
              <w:t>není</w:t>
            </w:r>
            <w:r w:rsidRPr="000C6049">
              <w:rPr>
                <w:rFonts w:ascii="Arial" w:hAnsi="Arial" w:cs="Arial"/>
              </w:rPr>
              <w:t xml:space="preserve"> ve výše uvedeném smyslu propojen s jiným podnikem *</w:t>
            </w:r>
          </w:p>
        </w:tc>
      </w:tr>
      <w:tr w:rsidR="000C6049" w:rsidRPr="000C6049" w14:paraId="510CF502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D44134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0D61C6B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 xml:space="preserve">Žadatel o podporu de minimis prohlašuje, že </w:t>
            </w:r>
            <w:r w:rsidRPr="000C6049">
              <w:rPr>
                <w:rFonts w:ascii="Arial" w:hAnsi="Arial" w:cs="Arial"/>
                <w:u w:val="single"/>
              </w:rPr>
              <w:t>je</w:t>
            </w:r>
            <w:r w:rsidRPr="000C6049">
              <w:rPr>
                <w:rFonts w:ascii="Arial" w:hAnsi="Arial" w:cs="Arial"/>
              </w:rPr>
              <w:t xml:space="preserve"> ve výše uvedeném smyslu propojen s níže uvedenými podniky:*</w:t>
            </w:r>
          </w:p>
        </w:tc>
      </w:tr>
    </w:tbl>
    <w:p w14:paraId="79203A25" w14:textId="77777777" w:rsidR="000C6049" w:rsidRPr="000C6049" w:rsidRDefault="000C6049" w:rsidP="000C6049">
      <w:pPr>
        <w:ind w:firstLine="426"/>
        <w:rPr>
          <w:rFonts w:ascii="Arial" w:hAnsi="Arial" w:cs="Arial"/>
          <w:i/>
          <w:sz w:val="24"/>
          <w:szCs w:val="24"/>
        </w:rPr>
      </w:pPr>
      <w:r w:rsidRPr="000C6049">
        <w:rPr>
          <w:rFonts w:ascii="Arial" w:hAnsi="Arial" w:cs="Arial"/>
          <w:i/>
          <w:sz w:val="24"/>
          <w:szCs w:val="24"/>
        </w:rPr>
        <w:t xml:space="preserve">* </w:t>
      </w:r>
      <w:r w:rsidRPr="000C6049">
        <w:rPr>
          <w:rFonts w:ascii="Arial" w:hAnsi="Arial" w:cs="Arial"/>
          <w:i/>
          <w:sz w:val="20"/>
          <w:szCs w:val="20"/>
        </w:rPr>
        <w:t>označte křížkem jednu z 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1"/>
        <w:gridCol w:w="3747"/>
        <w:gridCol w:w="2746"/>
        <w:gridCol w:w="2132"/>
      </w:tblGrid>
      <w:tr w:rsidR="000C6049" w:rsidRPr="000C6049" w14:paraId="7C668384" w14:textId="77777777" w:rsidTr="00873FBA">
        <w:tc>
          <w:tcPr>
            <w:tcW w:w="436" w:type="dxa"/>
            <w:vAlign w:val="center"/>
          </w:tcPr>
          <w:p w14:paraId="64639746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č.</w:t>
            </w:r>
          </w:p>
        </w:tc>
        <w:tc>
          <w:tcPr>
            <w:tcW w:w="3793" w:type="dxa"/>
            <w:vAlign w:val="center"/>
          </w:tcPr>
          <w:p w14:paraId="5BAF3FC1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Obchodní jméno podniku/Jméno  a příjmení</w:t>
            </w:r>
            <w:r w:rsidRPr="000C6049">
              <w:rPr>
                <w:rStyle w:val="Znakapoznpodarou"/>
                <w:rFonts w:ascii="Arial" w:eastAsiaTheme="majorEastAsia" w:hAnsi="Arial" w:cs="Arial"/>
              </w:rPr>
              <w:footnoteReference w:id="4"/>
            </w:r>
          </w:p>
        </w:tc>
        <w:tc>
          <w:tcPr>
            <w:tcW w:w="2774" w:type="dxa"/>
            <w:vAlign w:val="center"/>
          </w:tcPr>
          <w:p w14:paraId="6D2DBB75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Sídlo/Adresa</w:t>
            </w:r>
          </w:p>
        </w:tc>
        <w:tc>
          <w:tcPr>
            <w:tcW w:w="2153" w:type="dxa"/>
            <w:vAlign w:val="center"/>
          </w:tcPr>
          <w:p w14:paraId="0E7D6A5F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IČ/Datum narození</w:t>
            </w:r>
          </w:p>
        </w:tc>
      </w:tr>
      <w:tr w:rsidR="000C6049" w:rsidRPr="000C6049" w14:paraId="285E3014" w14:textId="77777777" w:rsidTr="00873FBA">
        <w:tc>
          <w:tcPr>
            <w:tcW w:w="436" w:type="dxa"/>
          </w:tcPr>
          <w:p w14:paraId="03D06A53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1.</w:t>
            </w:r>
          </w:p>
        </w:tc>
        <w:tc>
          <w:tcPr>
            <w:tcW w:w="3793" w:type="dxa"/>
          </w:tcPr>
          <w:p w14:paraId="6D8B9FE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774" w:type="dxa"/>
          </w:tcPr>
          <w:p w14:paraId="20836CF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14:paraId="6CF905B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026DBD18" w14:textId="77777777" w:rsidTr="00873FBA">
        <w:tc>
          <w:tcPr>
            <w:tcW w:w="436" w:type="dxa"/>
          </w:tcPr>
          <w:p w14:paraId="4067320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2.</w:t>
            </w:r>
          </w:p>
        </w:tc>
        <w:tc>
          <w:tcPr>
            <w:tcW w:w="3793" w:type="dxa"/>
          </w:tcPr>
          <w:p w14:paraId="51F70A5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774" w:type="dxa"/>
          </w:tcPr>
          <w:p w14:paraId="0D537BC1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14:paraId="56BF42AD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095D08DF" w14:textId="77777777" w:rsidTr="00873FBA">
        <w:tc>
          <w:tcPr>
            <w:tcW w:w="436" w:type="dxa"/>
          </w:tcPr>
          <w:p w14:paraId="46FBF7D1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3.</w:t>
            </w:r>
          </w:p>
        </w:tc>
        <w:tc>
          <w:tcPr>
            <w:tcW w:w="3793" w:type="dxa"/>
          </w:tcPr>
          <w:p w14:paraId="4B5EEC5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774" w:type="dxa"/>
          </w:tcPr>
          <w:p w14:paraId="139C8C5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14:paraId="77BF84F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72DAE97D" w14:textId="77777777" w:rsidTr="00873FBA">
        <w:tc>
          <w:tcPr>
            <w:tcW w:w="436" w:type="dxa"/>
          </w:tcPr>
          <w:p w14:paraId="512A005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…</w:t>
            </w:r>
          </w:p>
        </w:tc>
        <w:tc>
          <w:tcPr>
            <w:tcW w:w="3793" w:type="dxa"/>
          </w:tcPr>
          <w:p w14:paraId="535C05B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774" w:type="dxa"/>
          </w:tcPr>
          <w:p w14:paraId="0C5302FD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14:paraId="67A6536A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533C5466" w14:textId="77777777" w:rsidR="000C6049" w:rsidRPr="000C6049" w:rsidRDefault="000C6049" w:rsidP="000C6049">
      <w:pPr>
        <w:rPr>
          <w:rFonts w:ascii="Arial" w:hAnsi="Arial" w:cs="Arial"/>
          <w:b/>
        </w:rPr>
      </w:pPr>
    </w:p>
    <w:p w14:paraId="4C7EADC9" w14:textId="77777777" w:rsidR="000C6049" w:rsidRPr="000C6049" w:rsidRDefault="000C6049" w:rsidP="000C6049">
      <w:pPr>
        <w:numPr>
          <w:ilvl w:val="0"/>
          <w:numId w:val="2"/>
        </w:numPr>
        <w:spacing w:after="120"/>
        <w:ind w:left="357" w:hanging="357"/>
        <w:rPr>
          <w:rFonts w:ascii="Arial" w:hAnsi="Arial" w:cs="Arial"/>
          <w:b/>
          <w:szCs w:val="32"/>
        </w:rPr>
      </w:pPr>
      <w:r w:rsidRPr="000C6049">
        <w:rPr>
          <w:rFonts w:ascii="Arial" w:hAnsi="Arial" w:cs="Arial"/>
          <w:b/>
          <w:szCs w:val="32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C6049" w:rsidRPr="000C6049" w14:paraId="413538BA" w14:textId="77777777" w:rsidTr="00873FB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DDE4F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A5B59F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 xml:space="preserve">Žadatel o podporu de minimis prohlašuje, že podnik (žadatel) v současném a 2 předcházejících účetních obdobích </w:t>
            </w:r>
            <w:r w:rsidRPr="000C6049">
              <w:rPr>
                <w:rFonts w:ascii="Arial" w:hAnsi="Arial" w:cs="Arial"/>
                <w:u w:val="single"/>
              </w:rPr>
              <w:t>nevznikl</w:t>
            </w:r>
            <w:r w:rsidRPr="000C6049">
              <w:rPr>
                <w:rFonts w:ascii="Arial" w:hAnsi="Arial" w:cs="Arial"/>
              </w:rPr>
              <w:t xml:space="preserve"> spojením podniků či nabytím podniku *</w:t>
            </w:r>
          </w:p>
        </w:tc>
      </w:tr>
      <w:tr w:rsidR="000C6049" w:rsidRPr="000C6049" w14:paraId="783972D1" w14:textId="77777777" w:rsidTr="00873FB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E189B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A92AE6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 xml:space="preserve">Žadatel o podporu de minimis prohlašuje, že podnik (žadatel) v současném a 2 předcházejících účetních obdobích </w:t>
            </w:r>
            <w:r w:rsidRPr="000C6049">
              <w:rPr>
                <w:rFonts w:ascii="Arial" w:hAnsi="Arial" w:cs="Arial"/>
                <w:u w:val="single"/>
              </w:rPr>
              <w:t>vznikl</w:t>
            </w:r>
            <w:r w:rsidRPr="000C6049">
              <w:rPr>
                <w:rFonts w:ascii="Arial" w:hAnsi="Arial" w:cs="Arial"/>
              </w:rPr>
              <w:t xml:space="preserve"> spojením (fúzí splynutím</w:t>
            </w:r>
            <w:r w:rsidRPr="000C6049">
              <w:rPr>
                <w:rStyle w:val="Znakapoznpodarou"/>
                <w:rFonts w:ascii="Arial" w:eastAsiaTheme="majorEastAsia" w:hAnsi="Arial" w:cs="Arial"/>
                <w:sz w:val="22"/>
              </w:rPr>
              <w:footnoteReference w:id="5"/>
            </w:r>
            <w:r w:rsidRPr="000C6049">
              <w:rPr>
                <w:rFonts w:ascii="Arial" w:hAnsi="Arial" w:cs="Arial"/>
              </w:rPr>
              <w:t xml:space="preserve">) níže uvedených podniků:* </w:t>
            </w:r>
          </w:p>
        </w:tc>
      </w:tr>
      <w:tr w:rsidR="000C6049" w:rsidRPr="000C6049" w14:paraId="72A2463A" w14:textId="77777777" w:rsidTr="00873FB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F6AE1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8287D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Žadatel o podporu de minimis prohlašuje, že podnik (žadatel) v současném a 2 předcházejících účetních obdobích nabytím (fúzí sloučením</w:t>
            </w:r>
            <w:r w:rsidRPr="000C6049">
              <w:rPr>
                <w:rStyle w:val="Znakapoznpodarou"/>
                <w:rFonts w:ascii="Arial" w:eastAsiaTheme="majorEastAsia" w:hAnsi="Arial" w:cs="Arial"/>
                <w:sz w:val="22"/>
              </w:rPr>
              <w:footnoteReference w:id="6"/>
            </w:r>
            <w:r w:rsidRPr="000C6049">
              <w:rPr>
                <w:rFonts w:ascii="Arial" w:hAnsi="Arial" w:cs="Arial"/>
              </w:rPr>
              <w:t xml:space="preserve">) </w:t>
            </w:r>
            <w:r w:rsidRPr="000C6049">
              <w:rPr>
                <w:rFonts w:ascii="Arial" w:hAnsi="Arial" w:cs="Arial"/>
                <w:u w:val="single"/>
              </w:rPr>
              <w:t>převzal</w:t>
            </w:r>
            <w:r w:rsidRPr="000C6049">
              <w:rPr>
                <w:rFonts w:ascii="Arial" w:hAnsi="Arial" w:cs="Arial"/>
              </w:rPr>
              <w:t xml:space="preserve"> jmění níže uvedených podniků:*</w:t>
            </w:r>
          </w:p>
        </w:tc>
      </w:tr>
    </w:tbl>
    <w:p w14:paraId="566D1A54" w14:textId="77777777" w:rsidR="000C6049" w:rsidRPr="000C6049" w:rsidRDefault="000C6049" w:rsidP="000C6049">
      <w:pPr>
        <w:ind w:firstLine="426"/>
        <w:rPr>
          <w:rFonts w:ascii="Arial" w:hAnsi="Arial" w:cs="Arial"/>
          <w:i/>
          <w:sz w:val="20"/>
          <w:szCs w:val="20"/>
        </w:rPr>
      </w:pPr>
      <w:r w:rsidRPr="000C6049">
        <w:rPr>
          <w:rFonts w:ascii="Arial" w:hAnsi="Arial" w:cs="Arial"/>
          <w:i/>
          <w:sz w:val="24"/>
          <w:szCs w:val="24"/>
        </w:rPr>
        <w:t xml:space="preserve">* </w:t>
      </w:r>
      <w:r w:rsidRPr="000C6049">
        <w:rPr>
          <w:rFonts w:ascii="Arial" w:hAnsi="Arial" w:cs="Arial"/>
          <w:i/>
          <w:sz w:val="20"/>
          <w:szCs w:val="20"/>
        </w:rPr>
        <w:t>označte křížkem jednu z 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1"/>
        <w:gridCol w:w="3753"/>
        <w:gridCol w:w="2744"/>
        <w:gridCol w:w="2128"/>
      </w:tblGrid>
      <w:tr w:rsidR="000C6049" w:rsidRPr="000C6049" w14:paraId="6730E85A" w14:textId="77777777" w:rsidTr="00873FBA">
        <w:tc>
          <w:tcPr>
            <w:tcW w:w="530" w:type="dxa"/>
            <w:vAlign w:val="center"/>
          </w:tcPr>
          <w:p w14:paraId="3297DAB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č.</w:t>
            </w:r>
          </w:p>
        </w:tc>
        <w:tc>
          <w:tcPr>
            <w:tcW w:w="3754" w:type="dxa"/>
            <w:vAlign w:val="center"/>
          </w:tcPr>
          <w:p w14:paraId="06AE5BED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Obchodní jméno podniku</w:t>
            </w:r>
          </w:p>
        </w:tc>
        <w:tc>
          <w:tcPr>
            <w:tcW w:w="2744" w:type="dxa"/>
            <w:vAlign w:val="center"/>
          </w:tcPr>
          <w:p w14:paraId="6A094479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Sídlo</w:t>
            </w:r>
          </w:p>
        </w:tc>
        <w:tc>
          <w:tcPr>
            <w:tcW w:w="2128" w:type="dxa"/>
            <w:vAlign w:val="center"/>
          </w:tcPr>
          <w:p w14:paraId="0094CAB3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IČ</w:t>
            </w:r>
          </w:p>
        </w:tc>
      </w:tr>
      <w:tr w:rsidR="000C6049" w:rsidRPr="000C6049" w14:paraId="00DF59A5" w14:textId="77777777" w:rsidTr="00873FBA">
        <w:tc>
          <w:tcPr>
            <w:tcW w:w="530" w:type="dxa"/>
          </w:tcPr>
          <w:p w14:paraId="5A4EAECB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1.</w:t>
            </w:r>
          </w:p>
        </w:tc>
        <w:tc>
          <w:tcPr>
            <w:tcW w:w="3754" w:type="dxa"/>
          </w:tcPr>
          <w:p w14:paraId="17948ED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744" w:type="dxa"/>
          </w:tcPr>
          <w:p w14:paraId="3938B9E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14:paraId="5041A18C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40544985" w14:textId="77777777" w:rsidTr="00873FBA">
        <w:tc>
          <w:tcPr>
            <w:tcW w:w="530" w:type="dxa"/>
          </w:tcPr>
          <w:p w14:paraId="137EC3F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2.</w:t>
            </w:r>
          </w:p>
        </w:tc>
        <w:tc>
          <w:tcPr>
            <w:tcW w:w="3754" w:type="dxa"/>
          </w:tcPr>
          <w:p w14:paraId="0131B1D5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744" w:type="dxa"/>
          </w:tcPr>
          <w:p w14:paraId="6A7FED1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14:paraId="48B77019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7ED148A1" w14:textId="77777777" w:rsidTr="00873FBA">
        <w:tc>
          <w:tcPr>
            <w:tcW w:w="530" w:type="dxa"/>
          </w:tcPr>
          <w:p w14:paraId="7C95565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3.</w:t>
            </w:r>
          </w:p>
        </w:tc>
        <w:tc>
          <w:tcPr>
            <w:tcW w:w="3754" w:type="dxa"/>
          </w:tcPr>
          <w:p w14:paraId="081F594D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744" w:type="dxa"/>
          </w:tcPr>
          <w:p w14:paraId="35B189E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14:paraId="7704663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4F24D42D" w14:textId="77777777" w:rsidTr="00873FBA">
        <w:tc>
          <w:tcPr>
            <w:tcW w:w="530" w:type="dxa"/>
          </w:tcPr>
          <w:p w14:paraId="3DDC38C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lastRenderedPageBreak/>
              <w:t>…</w:t>
            </w:r>
          </w:p>
        </w:tc>
        <w:tc>
          <w:tcPr>
            <w:tcW w:w="3754" w:type="dxa"/>
          </w:tcPr>
          <w:p w14:paraId="447C1B7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744" w:type="dxa"/>
          </w:tcPr>
          <w:p w14:paraId="68367BE5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14:paraId="0D3BEDF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52ECAC12" w14:textId="77777777" w:rsidR="000C6049" w:rsidRPr="000C6049" w:rsidRDefault="000C6049" w:rsidP="000C6049">
      <w:pPr>
        <w:rPr>
          <w:rFonts w:ascii="Arial" w:hAnsi="Arial" w:cs="Arial"/>
        </w:rPr>
      </w:pPr>
    </w:p>
    <w:p w14:paraId="5C9213B1" w14:textId="77777777" w:rsidR="000C6049" w:rsidRPr="000C6049" w:rsidRDefault="000C6049" w:rsidP="000C6049">
      <w:pPr>
        <w:keepNext/>
        <w:spacing w:after="120"/>
        <w:rPr>
          <w:rFonts w:ascii="Arial" w:hAnsi="Arial" w:cs="Arial"/>
        </w:rPr>
      </w:pPr>
      <w:r w:rsidRPr="000C6049">
        <w:rPr>
          <w:rFonts w:ascii="Arial" w:hAnsi="Arial" w:cs="Arial"/>
        </w:rPr>
        <w:t>Výše uvedené změny spočívající ve spojení či nabytí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C6049" w:rsidRPr="000C6049" w14:paraId="21897C1D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B0A4F61" w14:textId="77777777" w:rsidR="000C6049" w:rsidRPr="000C6049" w:rsidRDefault="000C6049" w:rsidP="00873FBA">
            <w:pPr>
              <w:pStyle w:val="Tabulkatext13"/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943387" w14:textId="77777777" w:rsidR="000C6049" w:rsidRPr="000C6049" w:rsidRDefault="000C6049" w:rsidP="00873FBA">
            <w:pPr>
              <w:pStyle w:val="Tabulkatext13"/>
              <w:keepNext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  <w:u w:val="single"/>
              </w:rPr>
              <w:t>jsou</w:t>
            </w:r>
            <w:r w:rsidRPr="000C6049">
              <w:rPr>
                <w:rFonts w:ascii="Arial" w:hAnsi="Arial" w:cs="Arial"/>
                <w:szCs w:val="20"/>
              </w:rPr>
              <w:t xml:space="preserve"> již zohledněny v Centrálním registru podpor malého rozsahu.*</w:t>
            </w:r>
          </w:p>
        </w:tc>
      </w:tr>
      <w:tr w:rsidR="000C6049" w:rsidRPr="000C6049" w14:paraId="1C87010B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6B359C" w14:textId="77777777" w:rsidR="000C6049" w:rsidRPr="000C6049" w:rsidRDefault="000C6049" w:rsidP="00873FBA">
            <w:pPr>
              <w:pStyle w:val="Tabulkatext13"/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5F469AD" w14:textId="77777777" w:rsidR="000C6049" w:rsidRPr="000C6049" w:rsidRDefault="000C6049" w:rsidP="00873FBA">
            <w:pPr>
              <w:pStyle w:val="Tabulkatext13"/>
              <w:keepNext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  <w:u w:val="single"/>
              </w:rPr>
              <w:t>nejsou</w:t>
            </w:r>
            <w:r w:rsidRPr="000C6049">
              <w:rPr>
                <w:rFonts w:ascii="Arial" w:hAnsi="Arial" w:cs="Arial"/>
                <w:szCs w:val="20"/>
              </w:rPr>
              <w:t xml:space="preserve"> zohledněny v Centrálním registru podpor malého rozsahu.*</w:t>
            </w:r>
          </w:p>
        </w:tc>
      </w:tr>
    </w:tbl>
    <w:p w14:paraId="023FCBC1" w14:textId="77777777" w:rsidR="000C6049" w:rsidRPr="000C6049" w:rsidRDefault="000C6049" w:rsidP="000C6049">
      <w:pPr>
        <w:ind w:firstLine="426"/>
        <w:rPr>
          <w:rFonts w:ascii="Arial" w:hAnsi="Arial" w:cs="Arial"/>
          <w:i/>
          <w:sz w:val="20"/>
          <w:szCs w:val="20"/>
        </w:rPr>
      </w:pPr>
      <w:r w:rsidRPr="000C6049">
        <w:rPr>
          <w:rFonts w:ascii="Arial" w:hAnsi="Arial" w:cs="Arial"/>
          <w:i/>
          <w:sz w:val="20"/>
          <w:szCs w:val="20"/>
        </w:rPr>
        <w:t>* označte křížkem jednu z možností</w:t>
      </w:r>
    </w:p>
    <w:p w14:paraId="64786CE6" w14:textId="77777777" w:rsidR="000C6049" w:rsidRPr="000C6049" w:rsidRDefault="000C6049" w:rsidP="000C6049">
      <w:pPr>
        <w:spacing w:after="0"/>
        <w:rPr>
          <w:rFonts w:ascii="Arial" w:hAnsi="Arial" w:cs="Arial"/>
          <w:b/>
        </w:rPr>
      </w:pPr>
    </w:p>
    <w:p w14:paraId="7AF69FD3" w14:textId="77777777" w:rsidR="000C6049" w:rsidRPr="000C6049" w:rsidRDefault="000C6049" w:rsidP="000C6049">
      <w:pPr>
        <w:numPr>
          <w:ilvl w:val="0"/>
          <w:numId w:val="2"/>
        </w:numPr>
        <w:spacing w:after="120"/>
        <w:ind w:left="357" w:hanging="357"/>
        <w:rPr>
          <w:rFonts w:ascii="Arial" w:hAnsi="Arial" w:cs="Arial"/>
          <w:b/>
          <w:szCs w:val="32"/>
        </w:rPr>
      </w:pPr>
      <w:r w:rsidRPr="000C6049">
        <w:rPr>
          <w:rFonts w:ascii="Arial" w:hAnsi="Arial" w:cs="Arial"/>
          <w:b/>
          <w:szCs w:val="32"/>
        </w:rPr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C6049" w:rsidRPr="000C6049" w14:paraId="0B7CD4C3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5E648D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445BA6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 xml:space="preserve">Žadatel o podporu de minimis prohlašuje, že podnik (žadatel) v současném a 2 předcházejících účetních obdobích </w:t>
            </w:r>
            <w:r w:rsidRPr="000C6049">
              <w:rPr>
                <w:rFonts w:ascii="Arial" w:hAnsi="Arial" w:cs="Arial"/>
                <w:szCs w:val="20"/>
                <w:u w:val="single"/>
              </w:rPr>
              <w:t>nevznikl</w:t>
            </w:r>
            <w:r w:rsidRPr="000C6049">
              <w:rPr>
                <w:rFonts w:ascii="Arial" w:hAnsi="Arial" w:cs="Arial"/>
                <w:szCs w:val="20"/>
              </w:rPr>
              <w:t xml:space="preserve"> rozdělením (rozštěpením nebo odštěpením</w:t>
            </w:r>
            <w:r w:rsidRPr="000C6049">
              <w:rPr>
                <w:rStyle w:val="Znakapoznpodarou"/>
                <w:rFonts w:ascii="Arial" w:eastAsiaTheme="majorEastAsia" w:hAnsi="Arial" w:cs="Arial"/>
                <w:szCs w:val="20"/>
              </w:rPr>
              <w:footnoteReference w:id="7"/>
            </w:r>
            <w:r w:rsidRPr="000C6049">
              <w:rPr>
                <w:rFonts w:ascii="Arial" w:hAnsi="Arial" w:cs="Arial"/>
                <w:szCs w:val="20"/>
              </w:rPr>
              <w:t>) podniku.*</w:t>
            </w:r>
          </w:p>
        </w:tc>
      </w:tr>
      <w:tr w:rsidR="000C6049" w:rsidRPr="000C6049" w14:paraId="1175A0C1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FAEE11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B8BE8FB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 xml:space="preserve">Žadatel o podporu de minimis  prohlašuje, že podnik (žadatel) v současném a 2 předcházejících účetních obdobích </w:t>
            </w:r>
            <w:r w:rsidRPr="000C6049">
              <w:rPr>
                <w:rFonts w:ascii="Arial" w:hAnsi="Arial" w:cs="Arial"/>
                <w:szCs w:val="20"/>
                <w:u w:val="single"/>
              </w:rPr>
              <w:t>vznikl</w:t>
            </w:r>
            <w:r w:rsidRPr="000C6049">
              <w:rPr>
                <w:rFonts w:ascii="Arial" w:hAnsi="Arial" w:cs="Arial"/>
                <w:szCs w:val="20"/>
              </w:rPr>
              <w:t xml:space="preserve"> rozdělením (rozštěpením nebo odštěpením) níže uvedeného podniku (případně uvedených podniků):*</w:t>
            </w:r>
          </w:p>
        </w:tc>
      </w:tr>
    </w:tbl>
    <w:p w14:paraId="68A4CF19" w14:textId="77777777" w:rsidR="000C6049" w:rsidRPr="000C6049" w:rsidRDefault="000C6049" w:rsidP="000C6049">
      <w:pPr>
        <w:ind w:firstLine="426"/>
        <w:rPr>
          <w:rFonts w:ascii="Arial" w:hAnsi="Arial" w:cs="Arial"/>
          <w:i/>
          <w:sz w:val="20"/>
          <w:szCs w:val="20"/>
        </w:rPr>
      </w:pPr>
      <w:r w:rsidRPr="000C6049">
        <w:rPr>
          <w:rFonts w:ascii="Arial" w:hAnsi="Arial" w:cs="Arial"/>
          <w:i/>
          <w:sz w:val="20"/>
          <w:szCs w:val="20"/>
        </w:rPr>
        <w:t>* označte křížkem jednu z možností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497"/>
        <w:gridCol w:w="3773"/>
        <w:gridCol w:w="2554"/>
        <w:gridCol w:w="2248"/>
      </w:tblGrid>
      <w:tr w:rsidR="000C6049" w:rsidRPr="000C6049" w14:paraId="54E6516E" w14:textId="77777777" w:rsidTr="00873FBA">
        <w:tc>
          <w:tcPr>
            <w:tcW w:w="497" w:type="dxa"/>
            <w:vAlign w:val="center"/>
          </w:tcPr>
          <w:p w14:paraId="15A9DAC2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>č.</w:t>
            </w:r>
          </w:p>
        </w:tc>
        <w:tc>
          <w:tcPr>
            <w:tcW w:w="3773" w:type="dxa"/>
            <w:vAlign w:val="center"/>
          </w:tcPr>
          <w:p w14:paraId="303A14CD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>Obchodní jméno podniku</w:t>
            </w:r>
          </w:p>
        </w:tc>
        <w:tc>
          <w:tcPr>
            <w:tcW w:w="2554" w:type="dxa"/>
            <w:vAlign w:val="center"/>
          </w:tcPr>
          <w:p w14:paraId="3F3CCB86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>Sídlo</w:t>
            </w:r>
          </w:p>
        </w:tc>
        <w:tc>
          <w:tcPr>
            <w:tcW w:w="2248" w:type="dxa"/>
            <w:vAlign w:val="center"/>
          </w:tcPr>
          <w:p w14:paraId="1A589F5C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>IČ</w:t>
            </w:r>
          </w:p>
        </w:tc>
      </w:tr>
      <w:tr w:rsidR="000C6049" w:rsidRPr="000C6049" w14:paraId="0F44ECC9" w14:textId="77777777" w:rsidTr="00873FBA">
        <w:tc>
          <w:tcPr>
            <w:tcW w:w="497" w:type="dxa"/>
          </w:tcPr>
          <w:p w14:paraId="22CECDF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773" w:type="dxa"/>
          </w:tcPr>
          <w:p w14:paraId="72C050DF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554" w:type="dxa"/>
          </w:tcPr>
          <w:p w14:paraId="56EB7A8A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248" w:type="dxa"/>
          </w:tcPr>
          <w:p w14:paraId="22C8DFF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</w:tr>
    </w:tbl>
    <w:p w14:paraId="623C9DA1" w14:textId="77777777" w:rsidR="000C6049" w:rsidRPr="000C6049" w:rsidRDefault="000C6049" w:rsidP="000C6049">
      <w:pPr>
        <w:rPr>
          <w:rFonts w:ascii="Arial" w:hAnsi="Arial" w:cs="Arial"/>
        </w:rPr>
      </w:pPr>
    </w:p>
    <w:p w14:paraId="4A7815AF" w14:textId="77777777" w:rsidR="000C6049" w:rsidRPr="000C6049" w:rsidRDefault="000C6049" w:rsidP="000C6049">
      <w:pPr>
        <w:spacing w:after="120"/>
        <w:rPr>
          <w:rFonts w:ascii="Arial" w:hAnsi="Arial" w:cs="Arial"/>
        </w:rPr>
      </w:pPr>
      <w:r w:rsidRPr="000C6049">
        <w:rPr>
          <w:rFonts w:ascii="Arial" w:hAnsi="Arial" w:cs="Arial"/>
        </w:rPr>
        <w:t>Výše uvedené změny spočívající v rozdělení podniku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C6049" w:rsidRPr="000C6049" w14:paraId="6363AE11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E4BF8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193850B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  <w:u w:val="single"/>
              </w:rPr>
              <w:t>jsou</w:t>
            </w:r>
            <w:r w:rsidRPr="000C6049">
              <w:rPr>
                <w:rFonts w:ascii="Arial" w:hAnsi="Arial" w:cs="Arial"/>
              </w:rPr>
              <w:t xml:space="preserve"> již zohledněny v Centrálním registru podpor malého rozsahu.*</w:t>
            </w:r>
          </w:p>
        </w:tc>
      </w:tr>
      <w:tr w:rsidR="000C6049" w:rsidRPr="000C6049" w14:paraId="705821B2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19AF6D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E6B95A2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  <w:u w:val="single"/>
              </w:rPr>
              <w:t>nejsou</w:t>
            </w:r>
            <w:r w:rsidRPr="000C6049">
              <w:rPr>
                <w:rFonts w:ascii="Arial" w:hAnsi="Arial" w:cs="Arial"/>
              </w:rPr>
              <w:t xml:space="preserve"> zohledněny v Centrálním registru podpor malého rozsahu.*</w:t>
            </w:r>
          </w:p>
        </w:tc>
      </w:tr>
    </w:tbl>
    <w:p w14:paraId="0011A334" w14:textId="77777777" w:rsidR="000C6049" w:rsidRPr="000C6049" w:rsidRDefault="000C6049" w:rsidP="000C6049">
      <w:pPr>
        <w:ind w:firstLine="426"/>
        <w:rPr>
          <w:rFonts w:ascii="Arial" w:hAnsi="Arial" w:cs="Arial"/>
          <w:i/>
          <w:sz w:val="20"/>
          <w:szCs w:val="20"/>
        </w:rPr>
      </w:pPr>
      <w:r w:rsidRPr="000C6049">
        <w:rPr>
          <w:rFonts w:ascii="Arial" w:hAnsi="Arial" w:cs="Arial"/>
          <w:i/>
          <w:sz w:val="20"/>
          <w:szCs w:val="20"/>
        </w:rPr>
        <w:t>* označte křížkem jednu z možností</w:t>
      </w:r>
    </w:p>
    <w:p w14:paraId="3FAEA6FB" w14:textId="77777777" w:rsidR="000C6049" w:rsidRPr="000C6049" w:rsidRDefault="000C6049" w:rsidP="000C6049">
      <w:pPr>
        <w:rPr>
          <w:rFonts w:ascii="Arial" w:hAnsi="Arial" w:cs="Arial"/>
        </w:rPr>
      </w:pPr>
      <w:r w:rsidRPr="000C6049">
        <w:rPr>
          <w:rFonts w:ascii="Arial" w:hAnsi="Arial" w:cs="Arial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0C6049">
        <w:rPr>
          <w:rStyle w:val="Znakapoznpodarou"/>
          <w:rFonts w:ascii="Arial" w:eastAsiaTheme="majorEastAsia" w:hAnsi="Arial" w:cs="Arial"/>
        </w:rPr>
        <w:footnoteReference w:id="8"/>
      </w:r>
      <w:r w:rsidRPr="000C6049">
        <w:rPr>
          <w:rFonts w:ascii="Arial" w:hAnsi="Arial" w:cs="Arial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2"/>
        <w:gridCol w:w="1846"/>
      </w:tblGrid>
      <w:tr w:rsidR="000C6049" w:rsidRPr="000C6049" w14:paraId="011CF3B3" w14:textId="77777777" w:rsidTr="00873FBA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C1A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FC4F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37F7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  <w:r w:rsidRPr="000C6049">
              <w:rPr>
                <w:rFonts w:ascii="Arial" w:hAnsi="Arial" w:cs="Arial"/>
              </w:rPr>
              <w:t>Částka v Kč</w:t>
            </w:r>
          </w:p>
        </w:tc>
      </w:tr>
      <w:tr w:rsidR="000C6049" w:rsidRPr="000C6049" w14:paraId="13B883E3" w14:textId="77777777" w:rsidTr="00873FBA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BBF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FDCC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6535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7436C4AA" w14:textId="77777777" w:rsidTr="00873FBA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68F1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B858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FD29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4C6A1E25" w14:textId="77777777" w:rsidTr="00873FBA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A57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B6C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C332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0C6049" w:rsidRPr="000C6049" w14:paraId="6130CB7D" w14:textId="77777777" w:rsidTr="00873FBA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4823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2042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710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27FB66FC" w14:textId="77777777" w:rsidR="000C6049" w:rsidRPr="000C6049" w:rsidRDefault="000C6049" w:rsidP="000C6049">
      <w:pPr>
        <w:numPr>
          <w:ilvl w:val="0"/>
          <w:numId w:val="2"/>
        </w:numPr>
        <w:spacing w:after="120"/>
        <w:ind w:left="357" w:hanging="357"/>
        <w:rPr>
          <w:rFonts w:ascii="Arial" w:hAnsi="Arial" w:cs="Arial"/>
          <w:b/>
        </w:rPr>
      </w:pPr>
      <w:r w:rsidRPr="000C6049">
        <w:rPr>
          <w:rFonts w:ascii="Arial" w:hAnsi="Arial" w:cs="Arial"/>
          <w:b/>
        </w:rPr>
        <w:t>Žadatel o podporu de minimis dále prohlašuje, že:</w:t>
      </w:r>
    </w:p>
    <w:p w14:paraId="72AA8C96" w14:textId="77777777" w:rsidR="000C6049" w:rsidRPr="000C6049" w:rsidRDefault="000C6049" w:rsidP="000C6049">
      <w:pPr>
        <w:pStyle w:val="Odstavecseseznamem"/>
        <w:numPr>
          <w:ilvl w:val="0"/>
          <w:numId w:val="1"/>
        </w:numPr>
        <w:spacing w:after="0"/>
        <w:ind w:left="284" w:hanging="284"/>
        <w:rPr>
          <w:rFonts w:ascii="Arial" w:hAnsi="Arial" w:cs="Arial"/>
        </w:rPr>
      </w:pPr>
      <w:r w:rsidRPr="000C6049">
        <w:rPr>
          <w:rFonts w:ascii="Arial" w:hAnsi="Arial" w:cs="Arial"/>
        </w:rPr>
        <w:t>není podnikem činným v odvětvích rybolovu a akvakultury, na které se vztahuje nařízení Evropského parlamentu a Rady (EU) č. 1379/2013, nebo</w:t>
      </w:r>
    </w:p>
    <w:p w14:paraId="13E05BCB" w14:textId="77777777" w:rsidR="000C6049" w:rsidRPr="000C6049" w:rsidRDefault="000C6049" w:rsidP="000C6049">
      <w:pPr>
        <w:spacing w:after="120"/>
        <w:ind w:left="284"/>
        <w:rPr>
          <w:rFonts w:ascii="Arial" w:hAnsi="Arial" w:cs="Arial"/>
        </w:rPr>
      </w:pPr>
      <w:r w:rsidRPr="000C6049">
        <w:rPr>
          <w:rFonts w:ascii="Arial" w:hAnsi="Arial" w:cs="Arial"/>
        </w:rPr>
        <w:lastRenderedPageBreak/>
        <w:t>pokud takovým podnikem je, že podpora, k níž se vztahuje toto prohlášení, nebude ani nepřímo využívána pro potřeby rybolovu a akvakultury a že aktivity, na které má být poskytnuta podpora de minimis, jsou účetně odděleny od činností v odvětvích rybolovu a akvakultury;</w:t>
      </w:r>
    </w:p>
    <w:p w14:paraId="212E339E" w14:textId="77777777" w:rsidR="000C6049" w:rsidRPr="000C6049" w:rsidRDefault="000C6049" w:rsidP="000C6049">
      <w:pPr>
        <w:pStyle w:val="Odstavecseseznamem"/>
        <w:numPr>
          <w:ilvl w:val="0"/>
          <w:numId w:val="1"/>
        </w:numPr>
        <w:spacing w:after="0"/>
        <w:ind w:left="284" w:hanging="284"/>
        <w:rPr>
          <w:rFonts w:ascii="Arial" w:hAnsi="Arial" w:cs="Arial"/>
        </w:rPr>
      </w:pPr>
      <w:r w:rsidRPr="000C6049">
        <w:rPr>
          <w:rFonts w:ascii="Arial" w:hAnsi="Arial" w:cs="Arial"/>
        </w:rPr>
        <w:t>není podnikem činným v odvětvích prvovýroby zemědělských produktů uvedených v příloze I Smlouvy o fungování EU, nebo</w:t>
      </w:r>
    </w:p>
    <w:p w14:paraId="047F0912" w14:textId="77777777" w:rsidR="000C6049" w:rsidRPr="000C6049" w:rsidRDefault="000C6049" w:rsidP="000C6049">
      <w:pPr>
        <w:spacing w:after="120"/>
        <w:ind w:left="284"/>
        <w:rPr>
          <w:rFonts w:ascii="Arial" w:hAnsi="Arial" w:cs="Arial"/>
        </w:rPr>
      </w:pPr>
      <w:r w:rsidRPr="000C6049">
        <w:rPr>
          <w:rFonts w:ascii="Arial" w:hAnsi="Arial" w:cs="Arial"/>
        </w:rPr>
        <w:t>pokud takovým podnikem je, že podpora, k níž se vztahuje toto prohlášení, nebude ani nepřímo využívána pro potřeby prvovýroby zemědělských produktů a aktivity, na které má být poskytnuta podpora de minimis, jsou účetně odděleny od činností v odvětvích prvovýroby zemědělských produktů;</w:t>
      </w:r>
    </w:p>
    <w:p w14:paraId="188BB4C2" w14:textId="77777777" w:rsidR="000C6049" w:rsidRPr="000C6049" w:rsidRDefault="000C6049" w:rsidP="000C6049">
      <w:pPr>
        <w:pStyle w:val="Odstavecseseznamem"/>
        <w:keepNext/>
        <w:numPr>
          <w:ilvl w:val="0"/>
          <w:numId w:val="1"/>
        </w:numPr>
        <w:spacing w:after="120"/>
        <w:ind w:left="284" w:hanging="283"/>
        <w:rPr>
          <w:rFonts w:ascii="Arial" w:hAnsi="Arial" w:cs="Arial"/>
        </w:rPr>
      </w:pPr>
      <w:r w:rsidRPr="000C6049">
        <w:rPr>
          <w:rFonts w:ascii="Arial" w:hAnsi="Arial" w:cs="Arial"/>
        </w:rPr>
        <w:t>s ohledem na čl. 3 odst. 3 nařízení Komise (ES) č. 1407/2013: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C6049" w:rsidRPr="000C6049" w14:paraId="3F8F6D0A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A23950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47D8CCC" w14:textId="77777777" w:rsidR="000C6049" w:rsidRPr="000C6049" w:rsidRDefault="000C6049" w:rsidP="000C6049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 xml:space="preserve">Není podnikem působícím v oblasti silniční nákladní dopravy pro cizí potřebu, nebo pokud takovým podnikem je, že podpora, k níž se vztahuje toto prohlášení, nebude ani nepřímo využívána pro potřeby aktivit v oblasti silniční nákladní dopravy pro cizí potřebu a aktivity, na které má být poskytnuta podpora de minimis, jsou účetně odděleny od činností v oblasti silniční nákladní dopravy pro cizí potřebu. * </w:t>
            </w:r>
          </w:p>
        </w:tc>
      </w:tr>
      <w:tr w:rsidR="000C6049" w:rsidRPr="000C6049" w14:paraId="16078FB8" w14:textId="77777777" w:rsidTr="00873FB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56E6EE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CE6318C" w14:textId="77777777" w:rsidR="000C6049" w:rsidRPr="000C6049" w:rsidRDefault="000C6049" w:rsidP="00873FBA">
            <w:pPr>
              <w:pStyle w:val="Tabulkatext13"/>
              <w:rPr>
                <w:rFonts w:ascii="Arial" w:hAnsi="Arial" w:cs="Arial"/>
                <w:szCs w:val="20"/>
              </w:rPr>
            </w:pPr>
            <w:r w:rsidRPr="000C6049">
              <w:rPr>
                <w:rFonts w:ascii="Arial" w:hAnsi="Arial" w:cs="Arial"/>
                <w:szCs w:val="20"/>
              </w:rPr>
              <w:t xml:space="preserve">Je podnikem působícím v oblasti silniční nákladní dopravy pro cizí potřebu a aktivity, na které má být poskytnuta podpora de minimis, spadají do oblasti silniční nákladní dopravy pro cizí potřebu, přičemž podpora de minimis nebude použita pro nabývání vozidel pro silniční nákladní dopravu. * </w:t>
            </w:r>
          </w:p>
        </w:tc>
      </w:tr>
    </w:tbl>
    <w:p w14:paraId="3B2140BD" w14:textId="77777777" w:rsidR="000C6049" w:rsidRPr="000C6049" w:rsidRDefault="000C6049" w:rsidP="000C6049">
      <w:pPr>
        <w:spacing w:after="120"/>
        <w:ind w:firstLine="425"/>
        <w:rPr>
          <w:rFonts w:ascii="Arial" w:hAnsi="Arial" w:cs="Arial"/>
          <w:i/>
          <w:sz w:val="20"/>
          <w:szCs w:val="20"/>
        </w:rPr>
      </w:pPr>
      <w:r w:rsidRPr="000C6049">
        <w:rPr>
          <w:rFonts w:ascii="Arial" w:hAnsi="Arial" w:cs="Arial"/>
          <w:i/>
          <w:sz w:val="24"/>
          <w:szCs w:val="24"/>
        </w:rPr>
        <w:t xml:space="preserve">* </w:t>
      </w:r>
      <w:r w:rsidRPr="000C6049">
        <w:rPr>
          <w:rFonts w:ascii="Arial" w:hAnsi="Arial" w:cs="Arial"/>
          <w:i/>
          <w:sz w:val="20"/>
          <w:szCs w:val="20"/>
        </w:rPr>
        <w:t>označte křížkem jednu z možností</w:t>
      </w:r>
    </w:p>
    <w:p w14:paraId="05BD63A9" w14:textId="77777777" w:rsidR="000C6049" w:rsidRPr="000C6049" w:rsidRDefault="000C6049" w:rsidP="000C6049">
      <w:pPr>
        <w:pStyle w:val="Odstavecseseznamem"/>
        <w:numPr>
          <w:ilvl w:val="0"/>
          <w:numId w:val="1"/>
        </w:numPr>
        <w:spacing w:after="120"/>
        <w:ind w:left="284" w:hanging="283"/>
        <w:rPr>
          <w:rFonts w:ascii="Arial" w:hAnsi="Arial" w:cs="Arial"/>
        </w:rPr>
      </w:pPr>
      <w:r w:rsidRPr="000C6049">
        <w:rPr>
          <w:rFonts w:ascii="Arial" w:hAnsi="Arial" w:cs="Arial"/>
        </w:rPr>
        <w:t>souhlasí se zpracováním svých osobních údajů obsažených v tomto prohlášení ve smyslu nařízení Evropského parlamentu a Rady (EU) 2016/679 ze dne 27. dubna 2016, o ochraně fyzických osob v souvislosti se zpracováním osobních údajů a o volném pohybu těchto údajů a o zrušení směrnice 95/46/ES (dále jen „</w:t>
      </w:r>
      <w:r w:rsidRPr="000C6049">
        <w:rPr>
          <w:rFonts w:ascii="Arial" w:eastAsia="Calibri" w:hAnsi="Arial" w:cs="Arial"/>
          <w:lang w:eastAsia="cs-CZ"/>
        </w:rPr>
        <w:t>Obecné nařízení o ochraně osobních údajů“</w:t>
      </w:r>
      <w:r w:rsidRPr="000C6049">
        <w:rPr>
          <w:rFonts w:ascii="Arial" w:hAnsi="Arial" w:cs="Arial"/>
        </w:rPr>
        <w:t>), za účelem evidence podpor de minimis v souladu se zákonem č. 215/2004 Sb., o</w:t>
      </w:r>
      <w:r w:rsidR="00AB6281">
        <w:rPr>
          <w:rFonts w:ascii="Arial" w:hAnsi="Arial" w:cs="Arial"/>
        </w:rPr>
        <w:t> </w:t>
      </w:r>
      <w:r w:rsidRPr="000C6049">
        <w:rPr>
          <w:rFonts w:ascii="Arial" w:hAnsi="Arial" w:cs="Arial"/>
        </w:rPr>
        <w:t>úpravě některých vztahů v oblasti veřejné podpory a o změně zákona o podpoře výzkumu a vývoje. Tento souhlas uděluji správci a zpracovateli, kterým je Ministerstvo práce a</w:t>
      </w:r>
      <w:r w:rsidR="00AB6281">
        <w:rPr>
          <w:rFonts w:ascii="Arial" w:hAnsi="Arial" w:cs="Arial"/>
        </w:rPr>
        <w:t> </w:t>
      </w:r>
      <w:r w:rsidRPr="000C6049">
        <w:rPr>
          <w:rFonts w:ascii="Arial" w:hAnsi="Arial" w:cs="Arial"/>
        </w:rPr>
        <w:t xml:space="preserve">sociálních věcí pro všechny údaje obsažené v tomto prohlášení, a to po celou dobu 10 let ode dne udělení souhlasu. Zároveň si je žadatel vědom svých práv podle </w:t>
      </w:r>
      <w:r w:rsidRPr="000C6049">
        <w:rPr>
          <w:rFonts w:ascii="Arial" w:eastAsia="Calibri" w:hAnsi="Arial" w:cs="Arial"/>
          <w:lang w:eastAsia="cs-CZ"/>
        </w:rPr>
        <w:t>Obecného nařízení o ochraně osobních údajů;</w:t>
      </w:r>
    </w:p>
    <w:p w14:paraId="4DA50B6F" w14:textId="77777777" w:rsidR="000C6049" w:rsidRPr="000C6049" w:rsidRDefault="000C6049" w:rsidP="000C6049">
      <w:pPr>
        <w:pStyle w:val="Odstavecseseznamem"/>
        <w:numPr>
          <w:ilvl w:val="0"/>
          <w:numId w:val="1"/>
        </w:numPr>
        <w:spacing w:after="120"/>
        <w:ind w:left="284" w:hanging="283"/>
        <w:rPr>
          <w:rFonts w:ascii="Arial" w:hAnsi="Arial" w:cs="Arial"/>
        </w:rPr>
      </w:pPr>
      <w:r w:rsidRPr="000C6049">
        <w:rPr>
          <w:rFonts w:ascii="Arial" w:hAnsi="Arial" w:cs="Arial"/>
        </w:rPr>
        <w:t>se zavazuje k tomu, že v případě změny předmětných údajů v průběhu administrativního procesu poskytnutí podpory de minimis bude neprodleně informovat poskytovatele dané podpory o změnách, které u něj nastaly;</w:t>
      </w:r>
    </w:p>
    <w:p w14:paraId="4FB46E46" w14:textId="77777777" w:rsidR="000C6049" w:rsidRPr="000C6049" w:rsidRDefault="000C6049" w:rsidP="000C6049">
      <w:pPr>
        <w:pStyle w:val="Odstavecseseznamem"/>
        <w:numPr>
          <w:ilvl w:val="0"/>
          <w:numId w:val="1"/>
        </w:numPr>
        <w:spacing w:after="120"/>
        <w:ind w:left="284" w:hanging="283"/>
        <w:rPr>
          <w:rFonts w:ascii="Arial" w:hAnsi="Arial" w:cs="Arial"/>
        </w:rPr>
      </w:pPr>
      <w:r w:rsidRPr="000C6049">
        <w:rPr>
          <w:rFonts w:ascii="Arial" w:hAnsi="Arial" w:cs="Arial"/>
        </w:rPr>
        <w:t>svým podpisem potvrzuje, že výše uvedené údaje jsou přesné a pravdivé a jsou poskytovány dobrovolně.</w:t>
      </w:r>
    </w:p>
    <w:p w14:paraId="57F7622C" w14:textId="77777777" w:rsidR="000C6049" w:rsidRPr="000C6049" w:rsidRDefault="000C6049" w:rsidP="000C6049">
      <w:pPr>
        <w:rPr>
          <w:rFonts w:ascii="Arial" w:hAnsi="Arial" w:cs="Arial"/>
        </w:rPr>
      </w:pPr>
    </w:p>
    <w:p w14:paraId="487E1DA8" w14:textId="77777777" w:rsidR="000C6049" w:rsidRPr="000C6049" w:rsidRDefault="000C6049" w:rsidP="000C6049">
      <w:pPr>
        <w:rPr>
          <w:rFonts w:ascii="Arial" w:hAnsi="Arial" w:cs="Arial"/>
        </w:rPr>
      </w:pPr>
      <w:r w:rsidRPr="000C6049">
        <w:rPr>
          <w:rFonts w:ascii="Arial" w:hAnsi="Arial" w:cs="Arial"/>
        </w:rPr>
        <w:t>…………………………</w:t>
      </w:r>
      <w:r w:rsidRPr="000C6049">
        <w:rPr>
          <w:rFonts w:ascii="Arial" w:hAnsi="Arial" w:cs="Arial"/>
        </w:rPr>
        <w:tab/>
      </w:r>
      <w:r w:rsidRPr="000C6049">
        <w:rPr>
          <w:rFonts w:ascii="Arial" w:hAnsi="Arial" w:cs="Arial"/>
        </w:rPr>
        <w:tab/>
        <w:t>…………………………………………………………….</w:t>
      </w:r>
    </w:p>
    <w:p w14:paraId="2944908C" w14:textId="77777777" w:rsidR="000C6049" w:rsidRPr="000C6049" w:rsidRDefault="000C6049" w:rsidP="000C6049">
      <w:pPr>
        <w:rPr>
          <w:rFonts w:ascii="Arial" w:hAnsi="Arial" w:cs="Arial"/>
        </w:rPr>
      </w:pPr>
      <w:r w:rsidRPr="000C6049">
        <w:rPr>
          <w:rFonts w:ascii="Arial" w:hAnsi="Arial" w:cs="Arial"/>
        </w:rPr>
        <w:t>Datum a místo podpisu</w:t>
      </w:r>
      <w:r w:rsidRPr="000C6049">
        <w:rPr>
          <w:rFonts w:ascii="Arial" w:hAnsi="Arial" w:cs="Arial"/>
        </w:rPr>
        <w:tab/>
      </w:r>
      <w:r w:rsidRPr="000C6049">
        <w:rPr>
          <w:rFonts w:ascii="Arial" w:hAnsi="Arial" w:cs="Arial"/>
        </w:rPr>
        <w:tab/>
        <w:t>Jméno a podpis osoby oprávněné zastupovat žadatele</w:t>
      </w:r>
    </w:p>
    <w:p w14:paraId="466A0E85" w14:textId="77777777" w:rsidR="00176A1E" w:rsidRPr="000C6049" w:rsidRDefault="00176A1E" w:rsidP="000C6049">
      <w:pPr>
        <w:jc w:val="center"/>
        <w:rPr>
          <w:rFonts w:ascii="Arial" w:hAnsi="Arial" w:cs="Arial"/>
        </w:rPr>
      </w:pPr>
    </w:p>
    <w:sectPr w:rsidR="00176A1E" w:rsidRPr="000C60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6704E" w14:textId="77777777" w:rsidR="00686D3C" w:rsidRDefault="00686D3C" w:rsidP="00E85C9F">
      <w:pPr>
        <w:spacing w:after="0"/>
      </w:pPr>
      <w:r>
        <w:separator/>
      </w:r>
    </w:p>
  </w:endnote>
  <w:endnote w:type="continuationSeparator" w:id="0">
    <w:p w14:paraId="22F95339" w14:textId="77777777" w:rsidR="00686D3C" w:rsidRDefault="00686D3C" w:rsidP="00E85C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C0652" w14:textId="77777777" w:rsidR="00811D48" w:rsidRDefault="00811D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D721A" w14:textId="77777777" w:rsidR="00767B2B" w:rsidRDefault="00767B2B">
    <w:pPr>
      <w:pStyle w:val="Zpat"/>
    </w:pP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767B2B" w:rsidRPr="00767B2B" w14:paraId="0B65A08E" w14:textId="77777777" w:rsidTr="00F3534D">
      <w:tc>
        <w:tcPr>
          <w:tcW w:w="1667" w:type="pct"/>
          <w:shd w:val="clear" w:color="auto" w:fill="auto"/>
          <w:vAlign w:val="center"/>
        </w:tcPr>
        <w:p w14:paraId="39BEFF53" w14:textId="77777777" w:rsidR="00767B2B" w:rsidRPr="00767B2B" w:rsidRDefault="00767B2B" w:rsidP="00767B2B">
          <w:pPr>
            <w:pStyle w:val="Tabulkatext"/>
            <w:ind w:left="0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Vzor účinný od 1. </w:t>
          </w:r>
          <w:r>
            <w:rPr>
              <w:rFonts w:ascii="Arial" w:hAnsi="Arial" w:cs="Arial"/>
            </w:rPr>
            <w:t>5. 2020</w:t>
          </w:r>
        </w:p>
      </w:tc>
      <w:tc>
        <w:tcPr>
          <w:tcW w:w="1667" w:type="pct"/>
          <w:shd w:val="clear" w:color="auto" w:fill="auto"/>
          <w:vAlign w:val="center"/>
        </w:tcPr>
        <w:p w14:paraId="6F55EF9C" w14:textId="77777777" w:rsidR="00767B2B" w:rsidRPr="00767B2B" w:rsidRDefault="00767B2B" w:rsidP="00767B2B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4ED6396B" w14:textId="77777777" w:rsidR="00767B2B" w:rsidRPr="00767B2B" w:rsidRDefault="00767B2B" w:rsidP="00767B2B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212A4A"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212A4A"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54CD2387" w14:textId="77777777" w:rsidR="00767B2B" w:rsidRDefault="00767B2B">
    <w:pPr>
      <w:pStyle w:val="Zpat"/>
    </w:pPr>
  </w:p>
  <w:p w14:paraId="5CD8D7DE" w14:textId="77777777" w:rsidR="00767B2B" w:rsidRDefault="00767B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A4438" w14:textId="77777777" w:rsidR="00811D48" w:rsidRDefault="00811D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BDEFA" w14:textId="77777777" w:rsidR="00686D3C" w:rsidRDefault="00686D3C" w:rsidP="00E85C9F">
      <w:pPr>
        <w:spacing w:after="0"/>
      </w:pPr>
      <w:r>
        <w:separator/>
      </w:r>
    </w:p>
  </w:footnote>
  <w:footnote w:type="continuationSeparator" w:id="0">
    <w:p w14:paraId="76380F26" w14:textId="77777777" w:rsidR="00686D3C" w:rsidRDefault="00686D3C" w:rsidP="00E85C9F">
      <w:pPr>
        <w:spacing w:after="0"/>
      </w:pPr>
      <w:r>
        <w:continuationSeparator/>
      </w:r>
    </w:p>
  </w:footnote>
  <w:footnote w:id="1">
    <w:p w14:paraId="3D507E43" w14:textId="5D5DFAFF" w:rsidR="000C6049" w:rsidRPr="000C6049" w:rsidRDefault="000C6049" w:rsidP="006C679E">
      <w:pPr>
        <w:pStyle w:val="Textpoznpodarou"/>
        <w:jc w:val="left"/>
        <w:rPr>
          <w:rFonts w:ascii="Arial" w:hAnsi="Arial" w:cs="Arial"/>
          <w:iCs/>
          <w:sz w:val="18"/>
          <w:szCs w:val="18"/>
        </w:rPr>
      </w:pPr>
      <w:r w:rsidRPr="000C6049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0C6049">
        <w:rPr>
          <w:rFonts w:ascii="Arial" w:hAnsi="Arial" w:cs="Arial"/>
          <w:sz w:val="18"/>
          <w:szCs w:val="18"/>
        </w:rPr>
        <w:t xml:space="preserve"> </w:t>
      </w:r>
      <w:r w:rsidRPr="000C6049">
        <w:rPr>
          <w:rFonts w:ascii="Arial" w:hAnsi="Arial" w:cs="Arial"/>
          <w:iCs/>
          <w:sz w:val="18"/>
          <w:szCs w:val="18"/>
        </w:rPr>
        <w:t xml:space="preserve">Subjekt by měl být identifikován identifikačním číslem (IČ); tam, kde IČ není přiděleno, uveďte </w:t>
      </w:r>
      <w:r w:rsidR="00811D48">
        <w:rPr>
          <w:rFonts w:ascii="Arial" w:hAnsi="Arial" w:cs="Arial"/>
          <w:iCs/>
          <w:sz w:val="18"/>
          <w:szCs w:val="18"/>
        </w:rPr>
        <w:t>rodné číslo</w:t>
      </w:r>
      <w:r w:rsidRPr="000C6049">
        <w:rPr>
          <w:rFonts w:ascii="Arial" w:hAnsi="Arial" w:cs="Arial"/>
          <w:iCs/>
          <w:sz w:val="18"/>
          <w:szCs w:val="18"/>
        </w:rPr>
        <w:t>.</w:t>
      </w:r>
    </w:p>
  </w:footnote>
  <w:footnote w:id="2">
    <w:p w14:paraId="5408AA07" w14:textId="77777777" w:rsidR="000C6049" w:rsidRPr="000C6049" w:rsidRDefault="000C6049" w:rsidP="006C679E">
      <w:pPr>
        <w:pStyle w:val="Textpoznpodarou"/>
        <w:jc w:val="left"/>
        <w:rPr>
          <w:rFonts w:ascii="Arial" w:hAnsi="Arial" w:cs="Arial"/>
          <w:iCs/>
          <w:sz w:val="18"/>
          <w:szCs w:val="18"/>
        </w:rPr>
      </w:pPr>
      <w:r w:rsidRPr="000C6049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0C6049">
        <w:rPr>
          <w:rFonts w:ascii="Arial" w:hAnsi="Arial" w:cs="Arial"/>
          <w:sz w:val="18"/>
          <w:szCs w:val="18"/>
        </w:rPr>
        <w:t xml:space="preserve"> </w:t>
      </w:r>
      <w:r w:rsidRPr="000C6049">
        <w:rPr>
          <w:rFonts w:ascii="Arial" w:hAnsi="Arial" w:cs="Arial"/>
          <w:iCs/>
          <w:sz w:val="18"/>
          <w:szCs w:val="18"/>
        </w:rPr>
        <w:t>Statutárního zástupce, příp. osoby jím pověřené na základě plné moci.</w:t>
      </w:r>
    </w:p>
  </w:footnote>
  <w:footnote w:id="3">
    <w:p w14:paraId="6B6FB8A4" w14:textId="77777777" w:rsidR="000C6049" w:rsidRPr="00863C91" w:rsidRDefault="000C6049" w:rsidP="006C679E">
      <w:pPr>
        <w:pStyle w:val="Textpoznpodarou"/>
        <w:jc w:val="left"/>
        <w:rPr>
          <w:rFonts w:cs="Arial"/>
          <w:iCs/>
        </w:rPr>
      </w:pPr>
      <w:r w:rsidRPr="000C6049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0C6049">
        <w:rPr>
          <w:rFonts w:ascii="Arial" w:hAnsi="Arial" w:cs="Arial"/>
          <w:sz w:val="18"/>
          <w:szCs w:val="18"/>
        </w:rPr>
        <w:t xml:space="preserve"> </w:t>
      </w:r>
      <w:r w:rsidRPr="000C6049">
        <w:rPr>
          <w:rFonts w:ascii="Arial" w:hAnsi="Arial" w:cs="Arial"/>
          <w:iCs/>
          <w:sz w:val="18"/>
          <w:szCs w:val="18"/>
        </w:rPr>
        <w:t>Za podnik lze považovat podnikatele definovaného v zákoně č. 89/2012 Sb., občanský zákoník.</w:t>
      </w:r>
    </w:p>
  </w:footnote>
  <w:footnote w:id="4">
    <w:p w14:paraId="380B4D36" w14:textId="77777777" w:rsidR="000C6049" w:rsidRPr="000C6049" w:rsidRDefault="000C6049" w:rsidP="000C6049">
      <w:pPr>
        <w:pStyle w:val="Textpoznpodarou"/>
        <w:rPr>
          <w:rFonts w:ascii="Arial" w:hAnsi="Arial" w:cs="Arial"/>
          <w:sz w:val="18"/>
          <w:szCs w:val="18"/>
        </w:rPr>
      </w:pPr>
      <w:r w:rsidRPr="000C6049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0C6049">
        <w:rPr>
          <w:rFonts w:ascii="Arial" w:hAnsi="Arial" w:cs="Arial"/>
          <w:sz w:val="18"/>
          <w:szCs w:val="18"/>
        </w:rPr>
        <w:t xml:space="preserve"> Údaje před lomítkem platí pro právnické osoby, za lomítkem pro osoby fyzické</w:t>
      </w:r>
    </w:p>
  </w:footnote>
  <w:footnote w:id="5">
    <w:p w14:paraId="249DDE2C" w14:textId="77777777" w:rsidR="000C6049" w:rsidRPr="000C6049" w:rsidRDefault="000C6049" w:rsidP="000C6049">
      <w:pPr>
        <w:pStyle w:val="Textpoznpodarou"/>
        <w:rPr>
          <w:rFonts w:ascii="Arial" w:hAnsi="Arial" w:cs="Arial"/>
          <w:sz w:val="18"/>
          <w:szCs w:val="18"/>
        </w:rPr>
      </w:pPr>
      <w:r w:rsidRPr="000C6049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0C6049">
        <w:rPr>
          <w:rFonts w:ascii="Arial" w:hAnsi="Arial" w:cs="Arial"/>
          <w:sz w:val="18"/>
          <w:szCs w:val="18"/>
        </w:rPr>
        <w:t xml:space="preserve"> Viz § 62 zákona č. 125/2008 Sb., o přeměnách obchodních společností a družstev, ve znění pozdějších předpisů.</w:t>
      </w:r>
    </w:p>
  </w:footnote>
  <w:footnote w:id="6">
    <w:p w14:paraId="5760F162" w14:textId="77777777" w:rsidR="000C6049" w:rsidRPr="00E41F7E" w:rsidRDefault="000C6049" w:rsidP="000C6049">
      <w:pPr>
        <w:pStyle w:val="Textpoznpodarou"/>
      </w:pPr>
      <w:r w:rsidRPr="000C6049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0C6049">
        <w:rPr>
          <w:rFonts w:ascii="Arial" w:hAnsi="Arial" w:cs="Arial"/>
          <w:sz w:val="18"/>
          <w:szCs w:val="18"/>
        </w:rPr>
        <w:t xml:space="preserve"> Viz § 61 zákona č. 125/2008 Sb.</w:t>
      </w:r>
    </w:p>
  </w:footnote>
  <w:footnote w:id="7">
    <w:p w14:paraId="3D192DAB" w14:textId="77777777" w:rsidR="000C6049" w:rsidRPr="000C6049" w:rsidRDefault="000C6049" w:rsidP="000C6049">
      <w:pPr>
        <w:pStyle w:val="Textpoznpodarou"/>
        <w:rPr>
          <w:rFonts w:ascii="Arial" w:hAnsi="Arial" w:cs="Arial"/>
          <w:iCs/>
          <w:sz w:val="18"/>
          <w:szCs w:val="18"/>
        </w:rPr>
      </w:pPr>
      <w:r w:rsidRPr="000C6049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0C6049">
        <w:rPr>
          <w:rFonts w:ascii="Arial" w:hAnsi="Arial" w:cs="Arial"/>
          <w:sz w:val="18"/>
          <w:szCs w:val="18"/>
        </w:rPr>
        <w:t xml:space="preserve"> </w:t>
      </w:r>
      <w:r w:rsidRPr="000C6049">
        <w:rPr>
          <w:rFonts w:ascii="Arial" w:hAnsi="Arial" w:cs="Arial"/>
          <w:iCs/>
          <w:sz w:val="18"/>
          <w:szCs w:val="18"/>
        </w:rPr>
        <w:t>Viz § 243 zákona č. 125/2008 Sb.</w:t>
      </w:r>
    </w:p>
  </w:footnote>
  <w:footnote w:id="8">
    <w:p w14:paraId="09F9D6A3" w14:textId="77777777" w:rsidR="000C6049" w:rsidRPr="00973D10" w:rsidRDefault="000C6049" w:rsidP="000C6049">
      <w:pPr>
        <w:pStyle w:val="Textpoznpodarou"/>
        <w:rPr>
          <w:rFonts w:cs="Arial"/>
          <w:iCs/>
          <w:szCs w:val="18"/>
        </w:rPr>
      </w:pPr>
      <w:r w:rsidRPr="000C6049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0C6049">
        <w:rPr>
          <w:rFonts w:ascii="Arial" w:hAnsi="Arial" w:cs="Arial"/>
          <w:sz w:val="18"/>
          <w:szCs w:val="18"/>
        </w:rPr>
        <w:t xml:space="preserve"> </w:t>
      </w:r>
      <w:r w:rsidRPr="000C6049">
        <w:rPr>
          <w:rFonts w:ascii="Arial" w:hAnsi="Arial" w:cs="Arial"/>
          <w:iCs/>
          <w:sz w:val="18"/>
          <w:szCs w:val="18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1407/201307).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C0BE4" w14:textId="77777777" w:rsidR="00811D48" w:rsidRDefault="00811D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DDB84" w14:textId="6EB8AB86" w:rsidR="00767B2B" w:rsidRDefault="00957869">
    <w:pPr>
      <w:pStyle w:val="Zhlav"/>
    </w:pPr>
    <w:r>
      <w:t>Ministerstvo práce a sociálních věcí</w:t>
    </w:r>
  </w:p>
  <w:p w14:paraId="3D993708" w14:textId="3789F120" w:rsidR="00957869" w:rsidRDefault="00957869">
    <w:pPr>
      <w:pStyle w:val="Zhlav"/>
    </w:pPr>
    <w:r>
      <w:t>Mimořádné dotační řízení MPSV pro poskytovatele služby péče o dítě v dětské skupině pro rok 2021</w:t>
    </w:r>
  </w:p>
  <w:p w14:paraId="35FB045C" w14:textId="77777777" w:rsidR="00767B2B" w:rsidRDefault="00767B2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9EE2A" w14:textId="77777777" w:rsidR="00811D48" w:rsidRDefault="00811D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10729"/>
    <w:multiLevelType w:val="hybridMultilevel"/>
    <w:tmpl w:val="C726A3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F5A6E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72D069AA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C9F"/>
    <w:rsid w:val="000C6049"/>
    <w:rsid w:val="00176A1E"/>
    <w:rsid w:val="00212A4A"/>
    <w:rsid w:val="005606AD"/>
    <w:rsid w:val="00686D3C"/>
    <w:rsid w:val="006C679E"/>
    <w:rsid w:val="006C7C92"/>
    <w:rsid w:val="00767B2B"/>
    <w:rsid w:val="00811D48"/>
    <w:rsid w:val="00957869"/>
    <w:rsid w:val="00966118"/>
    <w:rsid w:val="00A600D5"/>
    <w:rsid w:val="00A63793"/>
    <w:rsid w:val="00AB6281"/>
    <w:rsid w:val="00CF2FBD"/>
    <w:rsid w:val="00E8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3BE457"/>
  <w15:chartTrackingRefBased/>
  <w15:docId w15:val="{DD84B46A-8B2E-4E86-98D3-82F8B340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6049"/>
    <w:pPr>
      <w:spacing w:after="220" w:line="240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E85C9F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E85C9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E85C9F"/>
    <w:rPr>
      <w:vertAlign w:val="superscript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767B2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767B2B"/>
  </w:style>
  <w:style w:type="paragraph" w:styleId="Zpat">
    <w:name w:val="footer"/>
    <w:basedOn w:val="Normln"/>
    <w:link w:val="ZpatChar"/>
    <w:uiPriority w:val="99"/>
    <w:unhideWhenUsed/>
    <w:rsid w:val="00767B2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67B2B"/>
  </w:style>
  <w:style w:type="paragraph" w:customStyle="1" w:styleId="Tabulkatext">
    <w:name w:val="Tabulka text"/>
    <w:link w:val="TabulkatextChar"/>
    <w:uiPriority w:val="6"/>
    <w:qFormat/>
    <w:rsid w:val="00767B2B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67B2B"/>
    <w:rPr>
      <w:color w:val="080808"/>
      <w:sz w:val="20"/>
    </w:rPr>
  </w:style>
  <w:style w:type="table" w:styleId="Mkatabulky">
    <w:name w:val="Table Grid"/>
    <w:basedOn w:val="Normlntabulka"/>
    <w:uiPriority w:val="59"/>
    <w:rsid w:val="000C6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0C6049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0C6049"/>
  </w:style>
  <w:style w:type="paragraph" w:customStyle="1" w:styleId="Tabulkatext13">
    <w:name w:val="Tabulka text13"/>
    <w:uiPriority w:val="6"/>
    <w:qFormat/>
    <w:rsid w:val="000C6049"/>
    <w:pPr>
      <w:spacing w:before="60" w:after="60" w:line="240" w:lineRule="auto"/>
      <w:ind w:left="57" w:right="57"/>
    </w:pPr>
    <w:rPr>
      <w:sz w:val="20"/>
    </w:rPr>
  </w:style>
  <w:style w:type="paragraph" w:customStyle="1" w:styleId="slovn211">
    <w:name w:val="Číslování 211"/>
    <w:basedOn w:val="Normln"/>
    <w:uiPriority w:val="5"/>
    <w:qFormat/>
    <w:rsid w:val="000C6049"/>
    <w:p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5786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78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Description="Vytvoří nový dokument" ma:contentTypeID="0x010100A2FCF9BCABF3854AAB137087829D63AA" ma:contentTypeName="Dokument" ma:contentTypeScope="" ma:contentTypeVersion="7" ma:versionID="f6f03f5b008ce72686bbcf691a7be2e8">
  <xsd:schema xmlns:xsd="http://www.w3.org/2001/XMLSchema" xmlns:ns2="dfed548f-0517-4d39-90e3-3947398480c0" xmlns:p="http://schemas.microsoft.com/office/2006/metadata/properties" xmlns:xs="http://www.w3.org/2001/XMLSchema" ma:fieldsID="a9a9eb159e242e6dec8d2b5b6c497589" ma:root="true" ns2:_="" targetNamespace="http://schemas.microsoft.com/office/2006/metadata/properties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minOccurs="0" ref="ns2:AC_OriginalFileNam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dfed548f-0517-4d39-90e3-3947398480c0">
    <xsd:import namespace="http://schemas.microsoft.com/office/2006/documentManagement/types"/>
    <xsd:import namespace="http://schemas.microsoft.com/office/infopath/2007/PartnerControls"/>
    <xsd:element ma:displayName="Original File Name" ma:index="8" ma:internalName="AC_OriginalFileName" name="AC_OriginalFileName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Typ obsahu" ma:index="0" maxOccurs="1" minOccurs="0" name="contentType" type="xsd:string"/>
        <xsd:element ma:displayName="Nadpis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8BF406B1-297F-4272-9F17-A8AD8D548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A5E3F3-8EC5-436B-B55F-87A81AB10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579B47-34AA-4422-A35F-C583D5E7C9E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dfed548f-0517-4d39-90e3-3947398480c0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1035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4</cp:revision>
  <dcterms:created xsi:type="dcterms:W3CDTF">2021-04-19T10:25:00Z</dcterms:created>
  <dcterms:modified xsi:type="dcterms:W3CDTF">2021-04-20T19:15:00Z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